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77" w:rsidRPr="00236D77" w:rsidRDefault="00236D77" w:rsidP="00236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236D77">
        <w:rPr>
          <w:rFonts w:ascii="Times New Roman" w:eastAsia="Times New Roman" w:hAnsi="Times New Roman" w:cs="Times New Roman"/>
          <w:sz w:val="24"/>
          <w:szCs w:val="24"/>
        </w:rPr>
        <w:br/>
        <w:t xml:space="preserve">UNIT: </w:t>
      </w:r>
      <w:r w:rsidR="00356D87">
        <w:rPr>
          <w:rFonts w:ascii="Times New Roman" w:eastAsia="Times New Roman" w:hAnsi="Times New Roman" w:cs="Times New Roman"/>
          <w:sz w:val="24"/>
          <w:szCs w:val="24"/>
        </w:rPr>
        <w:t>Print making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br/>
        <w:t xml:space="preserve">Lesson: </w:t>
      </w:r>
      <w:r w:rsidR="00356D87">
        <w:rPr>
          <w:rFonts w:ascii="Times New Roman" w:eastAsia="Times New Roman" w:hAnsi="Times New Roman" w:cs="Times New Roman"/>
          <w:sz w:val="24"/>
          <w:szCs w:val="24"/>
        </w:rPr>
        <w:t>block printing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br/>
        <w:t xml:space="preserve">Grade Level: </w:t>
      </w:r>
      <w:r w:rsidR="0016557F">
        <w:rPr>
          <w:rFonts w:ascii="Times New Roman" w:eastAsia="Times New Roman" w:hAnsi="Times New Roman" w:cs="Times New Roman"/>
          <w:sz w:val="24"/>
          <w:szCs w:val="24"/>
        </w:rPr>
        <w:t xml:space="preserve"> middle school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Summary: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 Students </w:t>
      </w:r>
      <w:r w:rsidR="00356D87">
        <w:rPr>
          <w:rFonts w:ascii="Times New Roman" w:eastAsia="Times New Roman" w:hAnsi="Times New Roman" w:cs="Times New Roman"/>
          <w:sz w:val="24"/>
          <w:szCs w:val="24"/>
        </w:rPr>
        <w:t>will create and animal print using block</w:t>
      </w:r>
      <w:r w:rsidR="007A3B88">
        <w:rPr>
          <w:rFonts w:ascii="Times New Roman" w:eastAsia="Times New Roman" w:hAnsi="Times New Roman" w:cs="Times New Roman"/>
          <w:sz w:val="24"/>
          <w:szCs w:val="24"/>
        </w:rPr>
        <w:t>-</w:t>
      </w:r>
      <w:r w:rsidR="00356D87">
        <w:rPr>
          <w:rFonts w:ascii="Times New Roman" w:eastAsia="Times New Roman" w:hAnsi="Times New Roman" w:cs="Times New Roman"/>
          <w:sz w:val="24"/>
          <w:szCs w:val="24"/>
        </w:rPr>
        <w:t xml:space="preserve">printing and drawing </w:t>
      </w:r>
      <w:r w:rsidR="007A3B88">
        <w:rPr>
          <w:rFonts w:ascii="Times New Roman" w:eastAsia="Times New Roman" w:hAnsi="Times New Roman" w:cs="Times New Roman"/>
          <w:sz w:val="24"/>
          <w:szCs w:val="24"/>
        </w:rPr>
        <w:t>techniques</w:t>
      </w:r>
      <w:r w:rsidR="00356D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Objectives: Students will </w:t>
      </w:r>
    </w:p>
    <w:p w:rsidR="00236D77" w:rsidRPr="00236D77" w:rsidRDefault="00236D77" w:rsidP="00236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Gain appreciation for </w:t>
      </w:r>
      <w:r w:rsidR="0016557F">
        <w:rPr>
          <w:rFonts w:ascii="Times New Roman" w:eastAsia="Times New Roman" w:hAnsi="Times New Roman" w:cs="Times New Roman"/>
          <w:sz w:val="24"/>
          <w:szCs w:val="24"/>
        </w:rPr>
        <w:t xml:space="preserve">the artist </w:t>
      </w:r>
      <w:r w:rsidR="00356D87">
        <w:rPr>
          <w:rFonts w:ascii="Times New Roman" w:eastAsia="Times New Roman" w:hAnsi="Times New Roman" w:cs="Times New Roman"/>
          <w:sz w:val="24"/>
          <w:szCs w:val="24"/>
        </w:rPr>
        <w:t>Albrecht Durer</w:t>
      </w:r>
    </w:p>
    <w:p w:rsidR="00236D77" w:rsidRPr="00236D77" w:rsidRDefault="00236D77" w:rsidP="00236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Design a</w:t>
      </w:r>
      <w:r w:rsidR="00356D87">
        <w:rPr>
          <w:rFonts w:ascii="Times New Roman" w:eastAsia="Times New Roman" w:hAnsi="Times New Roman" w:cs="Times New Roman"/>
          <w:sz w:val="24"/>
          <w:szCs w:val="24"/>
        </w:rPr>
        <w:t>nd print an image of a favorite animal</w:t>
      </w:r>
    </w:p>
    <w:p w:rsidR="00236D77" w:rsidRPr="00236D77" w:rsidRDefault="00236D77" w:rsidP="00236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Create a </w:t>
      </w:r>
      <w:r w:rsidR="00356D87">
        <w:rPr>
          <w:rFonts w:ascii="Times New Roman" w:eastAsia="Times New Roman" w:hAnsi="Times New Roman" w:cs="Times New Roman"/>
          <w:sz w:val="24"/>
          <w:szCs w:val="24"/>
        </w:rPr>
        <w:t>printing block</w:t>
      </w:r>
    </w:p>
    <w:p w:rsidR="00236D77" w:rsidRDefault="00236D77" w:rsidP="00236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Demonstrate craftsmanship in </w:t>
      </w:r>
      <w:r w:rsidR="006C3247">
        <w:rPr>
          <w:rFonts w:ascii="Times New Roman" w:eastAsia="Times New Roman" w:hAnsi="Times New Roman" w:cs="Times New Roman"/>
          <w:sz w:val="24"/>
          <w:szCs w:val="24"/>
        </w:rPr>
        <w:t>drawing</w:t>
      </w:r>
    </w:p>
    <w:p w:rsidR="006133DF" w:rsidRPr="00236D77" w:rsidRDefault="006133DF" w:rsidP="006133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Materials:</w:t>
      </w:r>
    </w:p>
    <w:p w:rsidR="001B2353" w:rsidRDefault="001F0005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="001B2353">
        <w:rPr>
          <w:rFonts w:ascii="Times New Roman" w:eastAsia="Times New Roman" w:hAnsi="Times New Roman" w:cs="Times New Roman"/>
          <w:sz w:val="24"/>
          <w:szCs w:val="24"/>
        </w:rPr>
        <w:t>ews print for rough drafts</w:t>
      </w:r>
    </w:p>
    <w:p w:rsidR="006C3247" w:rsidRDefault="006C324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White printing paper 8 by 8</w:t>
      </w:r>
    </w:p>
    <w:p w:rsidR="006C3247" w:rsidRDefault="006C324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Lino</w:t>
      </w:r>
      <w:r w:rsidR="007A3B88">
        <w:rPr>
          <w:rFonts w:ascii="Times New Roman" w:eastAsia="Times New Roman" w:hAnsi="Times New Roman" w:cs="Times New Roman"/>
          <w:sz w:val="24"/>
          <w:szCs w:val="24"/>
        </w:rPr>
        <w:t>leum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printing blocks 5 by 5</w:t>
      </w:r>
    </w:p>
    <w:p w:rsidR="001B2353" w:rsidRDefault="006C324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Drawing pencils H4-B6</w:t>
      </w:r>
    </w:p>
    <w:p w:rsidR="001B2353" w:rsidRDefault="001B2353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Colored printing ink</w:t>
      </w:r>
    </w:p>
    <w:p w:rsidR="00236D77" w:rsidRPr="00236D77" w:rsidRDefault="001B2353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Linoleum cutters, brayers and barrens</w:t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Resources: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Book: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0005">
        <w:rPr>
          <w:rFonts w:ascii="Times New Roman" w:eastAsia="Times New Roman" w:hAnsi="Times New Roman" w:cs="Times New Roman"/>
          <w:sz w:val="24"/>
          <w:szCs w:val="24"/>
        </w:rPr>
        <w:t>A Sick Day for Amos McGee</w:t>
      </w:r>
      <w:r w:rsidR="001F0005">
        <w:rPr>
          <w:rFonts w:ascii="Arial" w:hAnsi="Arial" w:cs="Arial"/>
          <w:color w:val="000000"/>
          <w:sz w:val="20"/>
          <w:szCs w:val="20"/>
        </w:rPr>
        <w:br/>
      </w:r>
      <w:r w:rsidR="001F0005"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876300"/>
            <wp:effectExtent l="0" t="0" r="0" b="0"/>
            <wp:wrapSquare wrapText="bothSides"/>
            <wp:docPr id="1" name="Picture 1" descr="a_sick_day_for_amos_mcg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sick_day_for_amos_mcge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005">
        <w:rPr>
          <w:rFonts w:ascii="Arial" w:hAnsi="Arial" w:cs="Arial"/>
          <w:color w:val="000000"/>
          <w:sz w:val="20"/>
          <w:szCs w:val="20"/>
        </w:rPr>
        <w:t>"</w:t>
      </w:r>
      <w:r w:rsidR="001F0005">
        <w:rPr>
          <w:rStyle w:val="highlight2"/>
          <w:rFonts w:ascii="Arial" w:hAnsi="Arial" w:cs="Arial"/>
          <w:color w:val="000000"/>
          <w:sz w:val="20"/>
          <w:szCs w:val="20"/>
        </w:rPr>
        <w:t>Amos McGee, a</w:t>
      </w:r>
      <w:r w:rsidR="001F0005">
        <w:rPr>
          <w:rFonts w:ascii="Arial" w:hAnsi="Arial" w:cs="Arial"/>
          <w:color w:val="000000"/>
          <w:sz w:val="20"/>
          <w:szCs w:val="20"/>
        </w:rPr>
        <w:t xml:space="preserve"> friendly zookeeper, always made time to visit his good friends: the elephant, the tortoise, the penguin, the rhinoceros, and the owl. But one </w:t>
      </w:r>
      <w:r w:rsidR="001F0005">
        <w:rPr>
          <w:rStyle w:val="highlight2"/>
          <w:rFonts w:ascii="Arial" w:hAnsi="Arial" w:cs="Arial"/>
          <w:color w:val="000000"/>
          <w:sz w:val="20"/>
          <w:szCs w:val="20"/>
        </w:rPr>
        <w:t>day</w:t>
      </w:r>
      <w:r w:rsidR="001F0005">
        <w:rPr>
          <w:rFonts w:ascii="Arial" w:hAnsi="Arial" w:cs="Arial"/>
          <w:color w:val="000000"/>
          <w:sz w:val="20"/>
          <w:szCs w:val="20"/>
        </w:rPr>
        <w:t xml:space="preserve">--'Ah-choo!'--he woke with the sniffles and the sneezes. Though he didn't make it into the zoo that </w:t>
      </w:r>
      <w:r w:rsidR="001F0005">
        <w:rPr>
          <w:rStyle w:val="highlight2"/>
          <w:rFonts w:ascii="Arial" w:hAnsi="Arial" w:cs="Arial"/>
          <w:color w:val="000000"/>
          <w:sz w:val="20"/>
          <w:szCs w:val="20"/>
        </w:rPr>
        <w:t>day</w:t>
      </w:r>
      <w:r w:rsidR="001F0005">
        <w:rPr>
          <w:rFonts w:ascii="Arial" w:hAnsi="Arial" w:cs="Arial"/>
          <w:color w:val="000000"/>
          <w:sz w:val="20"/>
          <w:szCs w:val="20"/>
        </w:rPr>
        <w:t>, he did receive some unexpected guests."</w:t>
      </w:r>
    </w:p>
    <w:p w:rsidR="0047545B" w:rsidRDefault="0047545B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Instruction/Motivation</w:t>
      </w:r>
    </w:p>
    <w:p w:rsidR="00236D77" w:rsidRPr="00236D77" w:rsidRDefault="00236D77" w:rsidP="00613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Show examples of </w:t>
      </w:r>
      <w:r w:rsidR="001F0005">
        <w:rPr>
          <w:rFonts w:ascii="Times New Roman" w:eastAsia="Times New Roman" w:hAnsi="Times New Roman" w:cs="Times New Roman"/>
          <w:sz w:val="24"/>
          <w:szCs w:val="24"/>
        </w:rPr>
        <w:t>block printing from China and modern prints</w:t>
      </w:r>
    </w:p>
    <w:p w:rsidR="00236D77" w:rsidRDefault="001F0005" w:rsidP="00236D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Demonstrate how to cut a linoleum block</w:t>
      </w:r>
    </w:p>
    <w:p w:rsidR="001F0005" w:rsidRPr="00236D77" w:rsidRDefault="001F0005" w:rsidP="00236D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Read the book “A Sick Day for Amos McGee”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Procedures:</w:t>
      </w:r>
    </w:p>
    <w:p w:rsidR="00236D77" w:rsidRDefault="0047545B" w:rsidP="0047545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Day 1.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Have the students </w:t>
      </w:r>
      <w:r w:rsidR="001F0005">
        <w:rPr>
          <w:rFonts w:ascii="Times New Roman" w:eastAsia="Times New Roman" w:hAnsi="Times New Roman" w:cs="Times New Roman"/>
          <w:sz w:val="24"/>
          <w:szCs w:val="24"/>
        </w:rPr>
        <w:t>draw a rough draft of an animal for the print.</w:t>
      </w:r>
    </w:p>
    <w:p w:rsidR="007A3B88" w:rsidRDefault="0047545B" w:rsidP="007A3B88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Day 2.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Demo.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F0005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="001F0005">
        <w:rPr>
          <w:rFonts w:ascii="Times New Roman" w:eastAsia="Times New Roman" w:hAnsi="Times New Roman" w:cs="Times New Roman"/>
          <w:sz w:val="24"/>
          <w:szCs w:val="24"/>
        </w:rPr>
        <w:t xml:space="preserve"> to use the linoleum cutters. Review </w:t>
      </w:r>
      <w:proofErr w:type="spellStart"/>
      <w:r w:rsidR="001F0005">
        <w:rPr>
          <w:rFonts w:ascii="Times New Roman" w:eastAsia="Times New Roman" w:hAnsi="Times New Roman" w:cs="Times New Roman"/>
          <w:sz w:val="24"/>
          <w:szCs w:val="24"/>
        </w:rPr>
        <w:t>saf</w:t>
      </w:r>
      <w:r w:rsidR="00F364F9">
        <w:rPr>
          <w:rFonts w:ascii="Times New Roman" w:eastAsia="Times New Roman" w:hAnsi="Times New Roman" w:cs="Times New Roman"/>
          <w:sz w:val="24"/>
          <w:szCs w:val="24"/>
        </w:rPr>
        <w:t>ty</w:t>
      </w:r>
      <w:proofErr w:type="spellEnd"/>
      <w:r w:rsidR="00F364F9">
        <w:rPr>
          <w:rFonts w:ascii="Times New Roman" w:eastAsia="Times New Roman" w:hAnsi="Times New Roman" w:cs="Times New Roman"/>
          <w:sz w:val="24"/>
          <w:szCs w:val="24"/>
        </w:rPr>
        <w:t xml:space="preserve"> in cutting the block.</w:t>
      </w:r>
    </w:p>
    <w:p w:rsidR="003B2D6E" w:rsidRPr="007A3B88" w:rsidRDefault="003B2D6E" w:rsidP="007A3B88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3B88">
        <w:rPr>
          <w:rFonts w:ascii="Times New Roman" w:eastAsia="Times New Roman" w:hAnsi="Times New Roman" w:cs="Times New Roman"/>
          <w:sz w:val="24"/>
          <w:szCs w:val="24"/>
        </w:rPr>
        <w:t xml:space="preserve">Day </w:t>
      </w:r>
      <w:r w:rsidR="00F364F9" w:rsidRPr="007A3B88">
        <w:rPr>
          <w:rFonts w:ascii="Times New Roman" w:eastAsia="Times New Roman" w:hAnsi="Times New Roman" w:cs="Times New Roman"/>
          <w:sz w:val="24"/>
          <w:szCs w:val="24"/>
        </w:rPr>
        <w:t>3-6</w:t>
      </w:r>
      <w:r w:rsidR="0047545B" w:rsidRPr="007A3B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757B3" w:rsidRPr="007A3B88">
        <w:rPr>
          <w:rFonts w:ascii="Times New Roman" w:eastAsia="Times New Roman" w:hAnsi="Times New Roman" w:cs="Times New Roman"/>
          <w:sz w:val="24"/>
          <w:szCs w:val="24"/>
        </w:rPr>
        <w:t>Students are to cut the blocks</w:t>
      </w:r>
    </w:p>
    <w:p w:rsidR="0047545B" w:rsidRDefault="003B2D6E" w:rsidP="007A3B88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Day</w:t>
      </w:r>
      <w:r w:rsidR="00F364F9">
        <w:rPr>
          <w:rFonts w:ascii="Times New Roman" w:eastAsia="Times New Roman" w:hAnsi="Times New Roman" w:cs="Times New Roman"/>
          <w:sz w:val="24"/>
          <w:szCs w:val="24"/>
        </w:rPr>
        <w:t xml:space="preserve"> 7</w:t>
      </w:r>
      <w:r w:rsidR="007A3B88">
        <w:rPr>
          <w:rFonts w:ascii="Times New Roman" w:eastAsia="Times New Roman" w:hAnsi="Times New Roman" w:cs="Times New Roman"/>
          <w:sz w:val="24"/>
          <w:szCs w:val="24"/>
        </w:rPr>
        <w:t>-8.</w:t>
      </w:r>
      <w:r w:rsidRPr="007A3B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757B3" w:rsidRPr="007A3B88">
        <w:rPr>
          <w:rFonts w:ascii="Times New Roman" w:eastAsia="Times New Roman" w:hAnsi="Times New Roman" w:cs="Times New Roman"/>
          <w:sz w:val="24"/>
          <w:szCs w:val="24"/>
        </w:rPr>
        <w:t>Demo.</w:t>
      </w:r>
      <w:proofErr w:type="gramEnd"/>
      <w:r w:rsidR="009757B3" w:rsidRPr="007A3B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757B3" w:rsidRPr="007A3B88">
        <w:rPr>
          <w:rFonts w:ascii="Times New Roman" w:eastAsia="Times New Roman" w:hAnsi="Times New Roman" w:cs="Times New Roman"/>
          <w:sz w:val="24"/>
          <w:szCs w:val="24"/>
        </w:rPr>
        <w:t>printing</w:t>
      </w:r>
      <w:proofErr w:type="gramEnd"/>
      <w:r w:rsidR="009757B3" w:rsidRPr="007A3B88">
        <w:rPr>
          <w:rFonts w:ascii="Times New Roman" w:eastAsia="Times New Roman" w:hAnsi="Times New Roman" w:cs="Times New Roman"/>
          <w:sz w:val="24"/>
          <w:szCs w:val="24"/>
        </w:rPr>
        <w:t>. Students will print 2 good prints to be handed in.</w:t>
      </w:r>
    </w:p>
    <w:p w:rsidR="007A3B88" w:rsidRPr="007A3B88" w:rsidRDefault="007A3B88" w:rsidP="007A3B88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Day 9- 12.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Demo pencil drawing.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Show students how to use the drawing pencils H4-B6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4"/>
        <w:gridCol w:w="1117"/>
        <w:gridCol w:w="1123"/>
        <w:gridCol w:w="750"/>
        <w:gridCol w:w="1029"/>
        <w:gridCol w:w="1568"/>
        <w:gridCol w:w="1101"/>
        <w:gridCol w:w="1224"/>
      </w:tblGrid>
      <w:tr w:rsidR="00236D77" w:rsidRPr="00236D77" w:rsidTr="00236D77">
        <w:trPr>
          <w:trHeight w:val="197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19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Rubric</w:t>
            </w:r>
          </w:p>
        </w:tc>
      </w:tr>
      <w:tr w:rsidR="00236D77" w:rsidRPr="00236D77" w:rsidTr="00236D77">
        <w:trPr>
          <w:trHeight w:val="531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Student Name: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Class Period:</w:t>
            </w:r>
          </w:p>
        </w:tc>
      </w:tr>
      <w:tr w:rsidR="00236D77" w:rsidRPr="00236D77" w:rsidTr="00236D77">
        <w:trPr>
          <w:trHeight w:val="44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Assignment: Ceramic Monster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Date Completed:</w:t>
            </w:r>
          </w:p>
        </w:tc>
      </w:tr>
      <w:tr w:rsidR="00236D77" w:rsidRPr="00236D77" w:rsidTr="00236D77">
        <w:trPr>
          <w:trHeight w:val="55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Circle the number in pencil that best shows how well you feel that you completed that criterion for the assignment.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Excellent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Needs Improvement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Rate Yourself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Teacher’s Rating</w:t>
            </w:r>
          </w:p>
        </w:tc>
      </w:tr>
      <w:tr w:rsidR="00236D77" w:rsidRPr="00236D77" w:rsidTr="00236D77">
        <w:trPr>
          <w:trHeight w:val="55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9757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Criteria 1 – planning sketches and</w:t>
            </w:r>
            <w:r w:rsidR="0097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pencil </w:t>
            </w:r>
            <w:r w:rsidR="007A3B88">
              <w:rPr>
                <w:rFonts w:ascii="Times New Roman" w:eastAsia="Times New Roman" w:hAnsi="Times New Roman" w:cs="Times New Roman"/>
                <w:sz w:val="24"/>
                <w:szCs w:val="24"/>
              </w:rPr>
              <w:t>added to final print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71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3B2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Criteria</w:t>
            </w:r>
            <w:r w:rsidR="00975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– Design and cut a linoleum block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77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9757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Criteria 3 – </w:t>
            </w:r>
            <w:r w:rsidR="009757B3">
              <w:rPr>
                <w:rFonts w:ascii="Times New Roman" w:eastAsia="Times New Roman" w:hAnsi="Times New Roman" w:cs="Times New Roman"/>
                <w:sz w:val="24"/>
                <w:szCs w:val="24"/>
              </w:rPr>
              <w:t>print a clean print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24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Criteria 4 – Effort: took time to develop idea &amp; complete project? (Didn’t rush.) Good use of class time?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11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Criteria 5 – Craftsmanship – Neat, clean &amp; complete? Skillful use of the art tools &amp; media?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6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Total: 50</w:t>
            </w:r>
          </w:p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(possible points)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Grade: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Your 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Teacher Total</w:t>
            </w:r>
          </w:p>
        </w:tc>
      </w:tr>
    </w:tbl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Student Comments: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br/>
      </w:r>
      <w:r w:rsidRPr="00236D77">
        <w:rPr>
          <w:rFonts w:ascii="Times New Roman" w:eastAsia="Times New Roman" w:hAnsi="Times New Roman" w:cs="Times New Roman"/>
          <w:sz w:val="24"/>
          <w:szCs w:val="24"/>
        </w:rPr>
        <w:br/>
        <w:t>Teacher Comments:</w:t>
      </w:r>
    </w:p>
    <w:sectPr w:rsidR="00236D77" w:rsidRPr="00236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E087C"/>
    <w:multiLevelType w:val="multilevel"/>
    <w:tmpl w:val="6F688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176F1A"/>
    <w:multiLevelType w:val="hybridMultilevel"/>
    <w:tmpl w:val="643EF6C2"/>
    <w:lvl w:ilvl="0" w:tplc="0C80D1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D4F29"/>
    <w:multiLevelType w:val="multilevel"/>
    <w:tmpl w:val="39E8D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072BF4"/>
    <w:multiLevelType w:val="multilevel"/>
    <w:tmpl w:val="E9D2A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77"/>
    <w:rsid w:val="0016557F"/>
    <w:rsid w:val="001B2353"/>
    <w:rsid w:val="001F0005"/>
    <w:rsid w:val="00236D77"/>
    <w:rsid w:val="00356D87"/>
    <w:rsid w:val="003B2D6E"/>
    <w:rsid w:val="00405644"/>
    <w:rsid w:val="0047545B"/>
    <w:rsid w:val="006133DF"/>
    <w:rsid w:val="006C3247"/>
    <w:rsid w:val="007A3B88"/>
    <w:rsid w:val="009757B3"/>
    <w:rsid w:val="009F083D"/>
    <w:rsid w:val="00D6772F"/>
    <w:rsid w:val="00F3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h4">
    <w:name w:val="subhead_h4"/>
    <w:basedOn w:val="DefaultParagraphFont"/>
    <w:rsid w:val="00236D77"/>
  </w:style>
  <w:style w:type="paragraph" w:customStyle="1" w:styleId="bodytextsize3">
    <w:name w:val="body_text_size_3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D7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36D7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headh3">
    <w:name w:val="subhead_h3"/>
    <w:basedOn w:val="DefaultParagraphFont"/>
    <w:rsid w:val="00236D77"/>
  </w:style>
  <w:style w:type="character" w:customStyle="1" w:styleId="bodytextsize31">
    <w:name w:val="body_text_size_31"/>
    <w:basedOn w:val="DefaultParagraphFont"/>
    <w:rsid w:val="00236D77"/>
  </w:style>
  <w:style w:type="character" w:customStyle="1" w:styleId="Caption1">
    <w:name w:val="Caption1"/>
    <w:basedOn w:val="DefaultParagraphFont"/>
    <w:rsid w:val="00236D77"/>
  </w:style>
  <w:style w:type="paragraph" w:customStyle="1" w:styleId="subheadh31">
    <w:name w:val="subhead_h3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headh41">
    <w:name w:val="subhead_h4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">
    <w:name w:val="body_text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77"/>
    <w:rPr>
      <w:rFonts w:ascii="Tahoma" w:hAnsi="Tahoma" w:cs="Tahoma"/>
      <w:sz w:val="16"/>
      <w:szCs w:val="16"/>
    </w:rPr>
  </w:style>
  <w:style w:type="character" w:customStyle="1" w:styleId="highlight2">
    <w:name w:val="highlight2"/>
    <w:basedOn w:val="DefaultParagraphFont"/>
    <w:rsid w:val="0047545B"/>
  </w:style>
  <w:style w:type="paragraph" w:styleId="ListParagraph">
    <w:name w:val="List Paragraph"/>
    <w:basedOn w:val="Normal"/>
    <w:uiPriority w:val="34"/>
    <w:qFormat/>
    <w:rsid w:val="00475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h4">
    <w:name w:val="subhead_h4"/>
    <w:basedOn w:val="DefaultParagraphFont"/>
    <w:rsid w:val="00236D77"/>
  </w:style>
  <w:style w:type="paragraph" w:customStyle="1" w:styleId="bodytextsize3">
    <w:name w:val="body_text_size_3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D7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36D7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headh3">
    <w:name w:val="subhead_h3"/>
    <w:basedOn w:val="DefaultParagraphFont"/>
    <w:rsid w:val="00236D77"/>
  </w:style>
  <w:style w:type="character" w:customStyle="1" w:styleId="bodytextsize31">
    <w:name w:val="body_text_size_31"/>
    <w:basedOn w:val="DefaultParagraphFont"/>
    <w:rsid w:val="00236D77"/>
  </w:style>
  <w:style w:type="character" w:customStyle="1" w:styleId="Caption1">
    <w:name w:val="Caption1"/>
    <w:basedOn w:val="DefaultParagraphFont"/>
    <w:rsid w:val="00236D77"/>
  </w:style>
  <w:style w:type="paragraph" w:customStyle="1" w:styleId="subheadh31">
    <w:name w:val="subhead_h3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headh41">
    <w:name w:val="subhead_h4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">
    <w:name w:val="body_text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77"/>
    <w:rPr>
      <w:rFonts w:ascii="Tahoma" w:hAnsi="Tahoma" w:cs="Tahoma"/>
      <w:sz w:val="16"/>
      <w:szCs w:val="16"/>
    </w:rPr>
  </w:style>
  <w:style w:type="character" w:customStyle="1" w:styleId="highlight2">
    <w:name w:val="highlight2"/>
    <w:basedOn w:val="DefaultParagraphFont"/>
    <w:rsid w:val="0047545B"/>
  </w:style>
  <w:style w:type="paragraph" w:styleId="ListParagraph">
    <w:name w:val="List Paragraph"/>
    <w:basedOn w:val="Normal"/>
    <w:uiPriority w:val="34"/>
    <w:qFormat/>
    <w:rsid w:val="00475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0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5F45C76C</Template>
  <TotalTime>1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mindy engler</cp:lastModifiedBy>
  <cp:revision>2</cp:revision>
  <dcterms:created xsi:type="dcterms:W3CDTF">2012-03-19T16:05:00Z</dcterms:created>
  <dcterms:modified xsi:type="dcterms:W3CDTF">2012-03-19T16:05:00Z</dcterms:modified>
</cp:coreProperties>
</file>